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B29" w:rsidRPr="00382833" w:rsidRDefault="00A67B2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67B29" w:rsidRPr="00382833" w:rsidSect="003828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0A"/>
    <w:rsid w:val="00382833"/>
    <w:rsid w:val="00A67B29"/>
    <w:rsid w:val="00A72686"/>
    <w:rsid w:val="00BB2F4A"/>
    <w:rsid w:val="00F9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SD:Users:csmith:Library:Application%20Support:Microsoft:Office:User%20Templates:My%20Templates:1in_margins_TimesNewRom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1in_margins_TimesNewRoman.dotx</Template>
  <TotalTime>1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Smith</dc:creator>
  <cp:keywords/>
  <dc:description/>
  <cp:lastModifiedBy>Colin Smith</cp:lastModifiedBy>
  <cp:revision>1</cp:revision>
  <dcterms:created xsi:type="dcterms:W3CDTF">2019-05-21T21:26:00Z</dcterms:created>
  <dcterms:modified xsi:type="dcterms:W3CDTF">2019-05-21T21:27:00Z</dcterms:modified>
</cp:coreProperties>
</file>